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79F" w:rsidRDefault="0037379F">
      <w:pPr>
        <w:rPr>
          <w:rFonts w:ascii="Times New Roman" w:hAnsi="Times New Roman" w:cs="Times New Roman"/>
          <w:b/>
          <w:bCs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GB"/>
        </w:rPr>
        <w:t>Nindiya –  Sarbjit</w:t>
      </w:r>
      <w:r>
        <w:rPr>
          <w:b/>
          <w:bCs/>
          <w:u w:val="single"/>
          <w:lang w:val="en-GB"/>
        </w:rPr>
        <w:t xml:space="preserve"> </w:t>
      </w:r>
    </w:p>
    <w:p w:rsidR="0037379F" w:rsidRDefault="0037379F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Shashi - Shivam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Sandip Singh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Arijit Singh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Nindiya Yeh Legi Tujhe Thaam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sonno cerca di abbracciarti.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Soja Dede Aankhon Ko Aaraam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Vai a dormire, riposa i tuoi occhi.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Ke Saara Din Chal Ke Hai Guzaara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Hai trascorso tutto il giorno camminando.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 Uljhano Ka Maara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Sei oppresso dai problemi.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Jaake Aayi Hai Yeh Shaam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Finalmente la sera è arrivata.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Are Aa Re Aa Re Aa, Are Aa Re Aa Re… 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Avanti, avanti.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Teri Woh Baatein Aa Sunaaun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Lascia che ti racconti una storia.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Baithun Sirhaane Loriyaan Main Gaaun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sedermi accanto al cuscino e cantare una ninna nanna.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Raahein Takti Hai Yeh Ataari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miei occhi fissano il soffitto.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Tijon Ki Ghadiyan Sooni Hi Guzaari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Ho passato così tanto tempo da solo.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Saare Nazaare Yeh Baharein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Tutti questi panorami e le stagioni primaverili....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Hai Tujhi Pe Waare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…li ho dedicati a te.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Khwabon Ne Hai Bheja Yeh Paigaam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Questo è il messaggio che i sogni ti mandano.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Soja Dede Aankhon Ko Aaraam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Vai a dormire, riposa i tuoi occhi.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Ke Saara Din Chal Ke Hai Guzaara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Hai passato tutto il giorno camminando.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 Uljhano Ka Maara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Sei oppresso dai problemi.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Jaake Aayi Hai Yeh Shaam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Finalmente la sera è arrivata.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Are Aa Re Aa Re Aa, Are Aa Re Aa Re…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Avanti, avanti.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Nindiya Yeh Legi Tujhe Thaam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sonno cerca di abbracciarti.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Soja Dede Aankhon Ko Aaraam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Vai a dormire, riposa i tuoi occhi.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Ke Saara Din Chal Ke Hai Guzaara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Hai passato tutto il giorno camminando.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 Uljhano Ka Maara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Sei oppresso dai problemi.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Ab Jaake Aayi Hai Yeh Shaam Re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Finalmente la sera è arrivata.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Are Aa Re Aa Re Aa, Are Aa Re Aa Re… </w:t>
      </w:r>
      <w:r>
        <w:rPr>
          <w:rFonts w:ascii="Verdana" w:hAnsi="Verdana" w:cs="Verdana"/>
          <w:color w:val="FF0000"/>
          <w:sz w:val="20"/>
          <w:szCs w:val="20"/>
          <w:lang w:val="it-IT"/>
        </w:rPr>
        <w:t>(x2)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Avanti, avanti.</w:t>
      </w:r>
    </w:p>
    <w:p w:rsidR="0037379F" w:rsidRDefault="003737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37379F" w:rsidRDefault="0037379F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37379F" w:rsidSect="0037379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379F"/>
    <w:rsid w:val="00373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83</TotalTime>
  <Pages>2</Pages>
  <Words>242</Words>
  <Characters>1381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35</cp:revision>
  <dcterms:created xsi:type="dcterms:W3CDTF">2013-02-11T00:57:00Z</dcterms:created>
  <dcterms:modified xsi:type="dcterms:W3CDTF">2020-04-24T17:24:00Z</dcterms:modified>
</cp:coreProperties>
</file>