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CD" w:rsidRDefault="00F04DCD">
      <w:pPr>
        <w:rPr>
          <w:rFonts w:ascii="Times New Roman" w:hAnsi="Times New Roman" w:cs="Times New Roman"/>
          <w:b/>
          <w:bCs/>
          <w:u w:val="single"/>
          <w:lang w:val="en-GB"/>
        </w:rPr>
      </w:pPr>
      <w:r>
        <w:rPr>
          <w:b/>
          <w:bCs/>
          <w:sz w:val="28"/>
          <w:szCs w:val="28"/>
          <w:u w:val="single"/>
          <w:lang w:val="en-GB"/>
        </w:rPr>
        <w:t>Harry Is Not A Bhramachari –  Shaadi ke Side Effects</w:t>
      </w:r>
    </w:p>
    <w:p w:rsidR="00F04DCD" w:rsidRDefault="00F04DCD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 Pritam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 Amitabh Bhattacharya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Singers: Jazzy B, DiKumar, Ishq Bector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What’s Up Ladies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Che c’è signore?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Have You Met My Friend Harry Haa…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 xml:space="preserve">Avete conosciuto il mio amico Harry? 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Ah!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Tonight Be Khalli Walli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Stasera siamo fuori controllo!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 xml:space="preserve">Totally, Ta Ta Talli, 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 xml:space="preserve">Totalmente! 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Tonight Be Khalli Walli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 xml:space="preserve"> 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Stasera siamo fuori controllo!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Come On Baby, Show Me, Show Me What I Wanna See 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Dai Baby, mostrami ciò che voglio vedere!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Be What You Wanna Be BeBe What You Wanna Be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Diventa ciò che vuoi essere!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Atyachari… I… I… I...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Lui è un tiranno!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Arre Bantadhaari...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Lui è colui che porta le calamità sulla terra!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Dharti Pe Yeh… E… E... E…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In cima al mondo!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Bojh Hai Bhaari…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Lui è un peso inutile.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Soorat Se Nirdosh Magar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 lo sguardo innocente, ma…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Hai Naag Ichhadhaari… I I I I I…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…è un Ichchadhari Nag (=un serpente che può trasformarsi in uomo)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Ke Harry Is Not A Bhramachari…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Balihaari 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Harry non è un Bharamachari(=chi si astiene dal sesso), né uno che non si concede.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Ke Harry Is Not A Bhramachari…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I I I I I… I I I I…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Harry non è un Bharamachari(=chi si astiene dal sesso).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Tonight Be Khalli Walli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Stasera siamo fuori controllo!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 xml:space="preserve">Totally, Ta Ta Talli 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Totalmente!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Tonight Be Khalli Walli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Stasera siamo fuori controllo!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Hey… O…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 xml:space="preserve">Ehi! 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Oh!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Tonight Be Khalli Walli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Stasera siamo fuori controllo!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 xml:space="preserve">Totally, Ta Ta Talli 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Totalmente!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Tonight Be Khalli Walli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Stasera siamo fuori controllo!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Kamre Mein Kudiyon Ka Poster Taange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Nella sua stanza appende poster di donne.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Sharm-O-Haya Ka Har Border Laanghe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Oltrepassa ogni limite di vergogna e trasgressione!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Khaatir Maange Daily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Vuole che ogni giorno ci si occupi di lui.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Chai Paani Maange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Vuole che gli si diano tè ed acqua (=vuole essere sfamato).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Munna Chai Paani Maange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ragazzo vuole che gli si diano tè ed acqua (=vuole essere sfamato).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Munna Chai Paani Maange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ragazzo vuole che gli si diano tè ed acqua (=vuole essere sfamato).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Kamre Mein Kudiyon Ka Poster Taange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Nella sua stanza appende poster di donne.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Sharm-O-Haya Ka Har Border Laanghe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Oltrepassa ogni limite di vergogna e trasgressione!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Khaatir Maange Daily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Vuole che ogni giorno ci si occupi di lui.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Chai Paani Maange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Vuole che gli si diano tè ed acqua (=vuole essere sfamato).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Munna Chai Paani Maage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ragazzo vuole che gli si diano tè ed acqua (=vuole essere sfamato).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Chai Paani Maange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Vuole che gli si diano tè ed acqua (=vuole essere sfamato).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Samjho Na Isko O O O Prem Pujaari…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confondetelo per un seguace dell'amore.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Ladki Jo Dekhi I… I… I... Nazar Utaari…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Ogni volta che vede una ragazza il suo sguardo le lancia una magia.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Soorat Se Nirdosh Magar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 lo sguardo innocente, ma…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Hai Naag Ichhadhaari… I I I I I…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…è un Ichchadhari Nag (=un serpente che può trasformarsi in uomo)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Ke Harry Is Not A Bhramachari…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Balihaari (x2)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Harry non è un Bharamachari(=chi si astiene dal sesso), né uno che non si concede.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Ke Harry Is Not A Bhramachari…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O Balihaari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Harry non è un Bharamachari(=chi si astiene dal sesso), né uno che non si concede.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Ke Harry Is Not A Bhramachari…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Harry non è un Bharamachari(=chi si astiene dal sesso).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No Harry, No Harry No Harry Is Not A Bhramachari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 Harry, No Harry non è un Bharamachari(=chi si astiene dal sesso).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No Harry Is Not A, Not A Bhramachari…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No, Harry non è un Bharamachari(=chi si astiene dal sesso).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Ke Harry Is Not A Bhramachari…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O Balihaari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Harry non è un Bharamachari(=chi si astiene dal sesso), né uno che non si concede.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Ke Harry Is Not A Bhramachari…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O…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Harry non è un Bharamachari(=chi si astiene dal sesso).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p.s. nel film alcune strofe sono state modificate, ma purtroppo di quelle non ho trovato il testo in hindi da poter aggiungere a questa traduzione.</w:t>
      </w:r>
    </w:p>
    <w:p w:rsidR="00F04DCD" w:rsidRDefault="00F04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</w:p>
    <w:p w:rsidR="00F04DCD" w:rsidRDefault="00F04DCD">
      <w:pPr>
        <w:rPr>
          <w:b/>
          <w:bCs/>
          <w:lang w:val="it-IT"/>
        </w:rPr>
      </w:pPr>
      <w:r>
        <w:rPr>
          <w:b/>
          <w:bCs/>
          <w:lang w:val="it-IT"/>
        </w:rPr>
        <w:t>Translation: Silvia Tronci</w:t>
      </w:r>
      <w:r>
        <w:rPr>
          <w:b/>
          <w:bCs/>
          <w:lang w:val="it-IT"/>
        </w:rPr>
        <w:br/>
        <w:t>(www.BollyNook.com)</w:t>
      </w:r>
    </w:p>
    <w:sectPr w:rsidR="00F04DCD" w:rsidSect="00F04DC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DCD"/>
    <w:rsid w:val="00F0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3</Pages>
  <Words>509</Words>
  <Characters>2905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53</cp:revision>
  <dcterms:created xsi:type="dcterms:W3CDTF">2013-02-11T00:57:00Z</dcterms:created>
  <dcterms:modified xsi:type="dcterms:W3CDTF">2020-04-24T05:42:00Z</dcterms:modified>
</cp:coreProperties>
</file>